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70706AC" w14:textId="77777777" w:rsidR="00F8683A" w:rsidRDefault="00F8683A" w:rsidP="009F6C6A">
            <w:pPr>
              <w:spacing w:before="120"/>
              <w:rPr>
                <w:rFonts w:ascii="Century Gothic" w:eastAsiaTheme="minorEastAsia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There are 35 red and yellow counters in a bag. 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5</m:t>
                  </m:r>
                </m:den>
              </m:f>
            </m:oMath>
            <w:r>
              <w:rPr>
                <w:rFonts w:ascii="Century Gothic" w:eastAsiaTheme="minorEastAsia" w:hAnsi="Century Gothic" w:cs="Tahoma"/>
              </w:rPr>
              <w:t xml:space="preserve"> of the counters are red.  </w:t>
            </w:r>
          </w:p>
          <w:p w14:paraId="543BE07C" w14:textId="7B1E5DF2" w:rsidR="00C55B29" w:rsidRPr="00BF0512" w:rsidRDefault="00F8683A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>How many counters are red?</w:t>
            </w:r>
            <w:r>
              <w:rPr>
                <w:rFonts w:ascii="Century Gothic" w:hAnsi="Century Gothic" w:cs="Tahoma"/>
              </w:rPr>
              <w:t xml:space="preserve">  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1B5E5D74" w14:textId="6C6A06BD" w:rsidR="00C6765F" w:rsidRPr="00D27DA8" w:rsidRDefault="00DF5FFD" w:rsidP="00F35C69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D27DA8">
              <w:rPr>
                <w:rFonts w:ascii="Century Gothic" w:hAnsi="Century Gothic" w:cs="Tahoma"/>
              </w:rPr>
              <w:t>What is 3 out of 20 as a percentage</w:t>
            </w:r>
            <w:r w:rsidR="0066773D" w:rsidRPr="00D27DA8">
              <w:rPr>
                <w:rFonts w:ascii="Century Gothic" w:hAnsi="Century Gothic" w:cs="Tahoma"/>
              </w:rPr>
              <w:t>?</w:t>
            </w:r>
          </w:p>
        </w:tc>
      </w:tr>
      <w:tr w:rsidR="00C6765F" w:rsidRPr="00C240D5" w14:paraId="02717925" w14:textId="77777777" w:rsidTr="00611673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AFFEBD7" w14:textId="3F59DD2B" w:rsidR="00125C71" w:rsidRDefault="0061167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20BAEAB" wp14:editId="40C1AD7B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3A712F" id="Oval 11" o:spid="_x0000_s1026" style="position:absolute;margin-left:156.9pt;margin-top:16.15pt;width:65.6pt;height:65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Nzd9+BzAgAAQw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A circle has a </w:t>
            </w:r>
            <w:r w:rsidR="002B14A3">
              <w:rPr>
                <w:rFonts w:ascii="Century Gothic" w:hAnsi="Century Gothic"/>
              </w:rPr>
              <w:t>radius</w:t>
            </w:r>
            <w:r w:rsidR="002C5377">
              <w:rPr>
                <w:rFonts w:ascii="Century Gothic" w:hAnsi="Century Gothic"/>
              </w:rPr>
              <w:t xml:space="preserve"> of </w:t>
            </w:r>
            <w:r w:rsidR="002B14A3">
              <w:rPr>
                <w:rFonts w:ascii="Century Gothic" w:hAnsi="Century Gothic"/>
              </w:rPr>
              <w:t>2</w:t>
            </w:r>
            <w:r w:rsidR="00F35C69">
              <w:rPr>
                <w:rFonts w:ascii="Century Gothic" w:hAnsi="Century Gothic"/>
              </w:rPr>
              <w:t>5</w:t>
            </w:r>
            <w:r w:rsidR="002C5377">
              <w:rPr>
                <w:rFonts w:ascii="Century Gothic" w:hAnsi="Century Gothic"/>
              </w:rPr>
              <w:t>cm.</w:t>
            </w:r>
          </w:p>
          <w:p w14:paraId="5155B1A5" w14:textId="54B87357" w:rsidR="002C5377" w:rsidRPr="005D37DE" w:rsidRDefault="002B14A3" w:rsidP="002C5377">
            <w:pPr>
              <w:spacing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E0B22A2" wp14:editId="1060075A">
                      <wp:simplePos x="0" y="0"/>
                      <wp:positionH relativeFrom="column">
                        <wp:posOffset>2411307</wp:posOffset>
                      </wp:positionH>
                      <wp:positionV relativeFrom="paragraph">
                        <wp:posOffset>128059</wp:posOffset>
                      </wp:positionV>
                      <wp:extent cx="504190" cy="23304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380A38" w14:textId="4E9B8569" w:rsidR="00F35C69" w:rsidRDefault="002B14A3" w:rsidP="00F35C69">
                                  <w:r>
                                    <w:t>2</w:t>
                                  </w:r>
                                  <w:r w:rsidR="00F35C69"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0B22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89.85pt;margin-top:10.1pt;width:39.7pt;height:1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" filled="f" stroked="f" strokeweight=".5pt">
                      <v:textbox>
                        <w:txbxContent>
                          <w:p w14:paraId="2C380A38" w14:textId="4E9B8569" w:rsidR="00F35C69" w:rsidRDefault="002B14A3" w:rsidP="00F35C69">
                            <w:r>
                              <w:t>2</w:t>
                            </w:r>
                            <w:r w:rsidR="00F35C69"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Work out its </w:t>
            </w:r>
            <w:r>
              <w:rPr>
                <w:rFonts w:ascii="Century Gothic" w:hAnsi="Century Gothic"/>
              </w:rPr>
              <w:t>area</w:t>
            </w:r>
            <w:r w:rsidR="002C5377">
              <w:rPr>
                <w:rFonts w:ascii="Century Gothic" w:hAnsi="Century Gothic"/>
              </w:rPr>
              <w:t>.</w:t>
            </w:r>
          </w:p>
          <w:p w14:paraId="683B8A61" w14:textId="6DDE502D" w:rsidR="000740DB" w:rsidRPr="005D37DE" w:rsidRDefault="002B14A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9E6640" wp14:editId="43350E2F">
                      <wp:simplePos x="0" y="0"/>
                      <wp:positionH relativeFrom="column">
                        <wp:posOffset>2412577</wp:posOffset>
                      </wp:positionH>
                      <wp:positionV relativeFrom="paragraph">
                        <wp:posOffset>170815</wp:posOffset>
                      </wp:positionV>
                      <wp:extent cx="409786" cy="0"/>
                      <wp:effectExtent l="0" t="0" r="9525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7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CE2102" id="Straight Connector 1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95pt,13.45pt" to="222.2pt,1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2F3E0198" w14:textId="2E62334E" w:rsidR="00E01F39" w:rsidRDefault="00E01F39" w:rsidP="00D27DA8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Century Gothic" w:eastAsiaTheme="minorEastAsia" w:hAnsi="Century Gothic"/>
              </w:rPr>
              <w:t xml:space="preserve">Factorise: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  <m:sup>
                  <m:r>
                    <w:rPr>
                      <w:rFonts w:ascii="Cambria Math" w:hAnsi="Cambria Math" w:cs="Tahoma"/>
                    </w:rPr>
                    <m:t>2</m:t>
                  </m:r>
                </m:sup>
              </m:sSup>
              <m:r>
                <w:rPr>
                  <w:rFonts w:ascii="Cambria Math" w:hAnsi="Cambria Math" w:cs="Tahoma"/>
                </w:rPr>
                <m:t>+9x+8</m:t>
              </m:r>
            </m:oMath>
          </w:p>
          <w:p w14:paraId="78D00326" w14:textId="77777777" w:rsidR="00E01F39" w:rsidRPr="0076776A" w:rsidRDefault="00E01F39" w:rsidP="00E01F39">
            <w:pPr>
              <w:rPr>
                <w:rFonts w:ascii="Tahoma" w:eastAsiaTheme="minorEastAsia" w:hAnsi="Tahoma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(x+         )(x+        )</m:t>
                </m:r>
              </m:oMath>
            </m:oMathPara>
          </w:p>
          <w:p w14:paraId="35867634" w14:textId="35F8C092" w:rsidR="00C6765F" w:rsidRPr="00F35C69" w:rsidRDefault="00C6765F" w:rsidP="00F35C69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77EF20C9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23A36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21AFA89C" w:rsidR="00C6765F" w:rsidRPr="009F6C6A" w:rsidRDefault="00023A36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6CAEBF7C" wp14:editId="4A0FE447">
                  <wp:extent cx="1099834" cy="771525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834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6AE43519" w:rsidR="00525119" w:rsidRDefault="00D27DA8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427BCFBD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70003E">
        <w:rPr>
          <w:rFonts w:ascii="Segoe Print" w:hAnsi="Segoe Print"/>
          <w:b/>
          <w:sz w:val="24"/>
        </w:rPr>
        <w:t>5</w:t>
      </w:r>
      <w:r w:rsidR="00950AD6">
        <w:rPr>
          <w:rFonts w:ascii="Segoe Print" w:hAnsi="Segoe Print"/>
          <w:b/>
          <w:sz w:val="24"/>
        </w:rPr>
        <w:t>.1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7291FF4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00FBA615" w14:textId="695109B2" w:rsidR="004F073D" w:rsidRDefault="004F073D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4EDECB2" w14:textId="77777777" w:rsidR="00611673" w:rsidRDefault="00611673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D27DA8" w:rsidRPr="000A63AF" w14:paraId="2D837AE1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12D40651" w14:textId="77777777" w:rsidR="00D27DA8" w:rsidRPr="00C240D5" w:rsidRDefault="00D27DA8" w:rsidP="00D27DA8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6B031E3A" w14:textId="77777777" w:rsidR="00D27DA8" w:rsidRDefault="00D27DA8" w:rsidP="00D27DA8">
            <w:pPr>
              <w:spacing w:before="120"/>
              <w:rPr>
                <w:rFonts w:ascii="Century Gothic" w:eastAsiaTheme="minorEastAsia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There are 35 red and yellow counters in a bag. 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5</m:t>
                  </m:r>
                </m:den>
              </m:f>
            </m:oMath>
            <w:r>
              <w:rPr>
                <w:rFonts w:ascii="Century Gothic" w:eastAsiaTheme="minorEastAsia" w:hAnsi="Century Gothic" w:cs="Tahoma"/>
              </w:rPr>
              <w:t xml:space="preserve"> of the counters are red.  </w:t>
            </w:r>
          </w:p>
          <w:p w14:paraId="71AB77E0" w14:textId="77777777" w:rsidR="00D27DA8" w:rsidRPr="00BF0512" w:rsidRDefault="00D27DA8" w:rsidP="00D27DA8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>How many counters are red?</w:t>
            </w:r>
            <w:r>
              <w:rPr>
                <w:rFonts w:ascii="Century Gothic" w:hAnsi="Century Gothic" w:cs="Tahoma"/>
              </w:rPr>
              <w:t xml:space="preserve">  </w:t>
            </w:r>
          </w:p>
        </w:tc>
        <w:tc>
          <w:tcPr>
            <w:tcW w:w="567" w:type="dxa"/>
            <w:tcBorders>
              <w:right w:val="nil"/>
            </w:tcBorders>
          </w:tcPr>
          <w:p w14:paraId="5A22C04A" w14:textId="77777777" w:rsidR="00D27DA8" w:rsidRPr="005D37DE" w:rsidRDefault="00D27DA8" w:rsidP="00D27DA8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237B0BA" w14:textId="77777777" w:rsidR="00D27DA8" w:rsidRPr="00D27DA8" w:rsidRDefault="00D27DA8" w:rsidP="00D27DA8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D27DA8">
              <w:rPr>
                <w:rFonts w:ascii="Century Gothic" w:hAnsi="Century Gothic" w:cs="Tahoma"/>
              </w:rPr>
              <w:t>What is 3 out of 20 as a percentage?</w:t>
            </w:r>
          </w:p>
        </w:tc>
      </w:tr>
      <w:tr w:rsidR="00D27DA8" w:rsidRPr="00C240D5" w14:paraId="52DEC12F" w14:textId="77777777" w:rsidTr="00E35066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80DE322" w14:textId="77777777" w:rsidR="00D27DA8" w:rsidRPr="00C240D5" w:rsidRDefault="00D27DA8" w:rsidP="00D27DA8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37CF4E38" w14:textId="77777777" w:rsidR="00D27DA8" w:rsidRDefault="00D27DA8" w:rsidP="00D27DA8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2BC1B68" wp14:editId="35744A03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BD4A5D" id="Oval 5" o:spid="_x0000_s1026" style="position:absolute;margin-left:156.9pt;margin-top:16.15pt;width:65.6pt;height:6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PGqijxzAgAAQQ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radius of 25cm.</w:t>
            </w:r>
          </w:p>
          <w:p w14:paraId="26F87D08" w14:textId="77777777" w:rsidR="00D27DA8" w:rsidRPr="005D37DE" w:rsidRDefault="00D27DA8" w:rsidP="00D27DA8">
            <w:pPr>
              <w:spacing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94817DA" wp14:editId="6DC7D9F6">
                      <wp:simplePos x="0" y="0"/>
                      <wp:positionH relativeFrom="column">
                        <wp:posOffset>2411307</wp:posOffset>
                      </wp:positionH>
                      <wp:positionV relativeFrom="paragraph">
                        <wp:posOffset>128059</wp:posOffset>
                      </wp:positionV>
                      <wp:extent cx="504190" cy="233045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96B614" w14:textId="77777777" w:rsidR="00D27DA8" w:rsidRDefault="00D27DA8" w:rsidP="00D27DA8">
                                  <w:r>
                                    <w:t>25cm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817DA" id="Text Box 6" o:spid="_x0000_s1027" type="#_x0000_t202" style="position:absolute;margin-left:189.85pt;margin-top:10.1pt;width:39.7pt;height:18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" filled="f" stroked="f" strokeweight=".5pt">
                      <v:textbox>
                        <w:txbxContent>
                          <w:p w14:paraId="4A96B614" w14:textId="77777777" w:rsidR="00D27DA8" w:rsidRDefault="00D27DA8" w:rsidP="00D27DA8">
                            <w:r>
                              <w:t>25cm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Work out its area.</w:t>
            </w:r>
          </w:p>
          <w:p w14:paraId="25E168B6" w14:textId="77777777" w:rsidR="00D27DA8" w:rsidRPr="005D37DE" w:rsidRDefault="00D27DA8" w:rsidP="00D27DA8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701B56B" wp14:editId="079997E0">
                      <wp:simplePos x="0" y="0"/>
                      <wp:positionH relativeFrom="column">
                        <wp:posOffset>2412577</wp:posOffset>
                      </wp:positionH>
                      <wp:positionV relativeFrom="paragraph">
                        <wp:posOffset>170815</wp:posOffset>
                      </wp:positionV>
                      <wp:extent cx="409786" cy="0"/>
                      <wp:effectExtent l="0" t="0" r="9525" b="1270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7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A7542A" id="Straight Connector 1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95pt,13.45pt" to="222.2pt,1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537AC88F" w14:textId="77777777" w:rsidR="00D27DA8" w:rsidRPr="005D37DE" w:rsidRDefault="00D27DA8" w:rsidP="00D27DA8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286D09DD" w14:textId="77777777" w:rsidR="00D27DA8" w:rsidRDefault="00D27DA8" w:rsidP="00D27DA8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Century Gothic" w:eastAsiaTheme="minorEastAsia" w:hAnsi="Century Gothic"/>
              </w:rPr>
              <w:t xml:space="preserve">Factorise: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  <m:sup>
                  <m:r>
                    <w:rPr>
                      <w:rFonts w:ascii="Cambria Math" w:hAnsi="Cambria Math" w:cs="Tahoma"/>
                    </w:rPr>
                    <m:t>2</m:t>
                  </m:r>
                </m:sup>
              </m:sSup>
              <m:r>
                <w:rPr>
                  <w:rFonts w:ascii="Cambria Math" w:hAnsi="Cambria Math" w:cs="Tahoma"/>
                </w:rPr>
                <m:t>+9x+8</m:t>
              </m:r>
            </m:oMath>
          </w:p>
          <w:p w14:paraId="7A203D0C" w14:textId="77777777" w:rsidR="00D27DA8" w:rsidRPr="0076776A" w:rsidRDefault="00D27DA8" w:rsidP="00D27DA8">
            <w:pPr>
              <w:rPr>
                <w:rFonts w:ascii="Tahoma" w:eastAsiaTheme="minorEastAsia" w:hAnsi="Tahoma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(x+         )(x+        )</m:t>
                </m:r>
              </m:oMath>
            </m:oMathPara>
          </w:p>
          <w:p w14:paraId="41D2E66D" w14:textId="77777777" w:rsidR="00D27DA8" w:rsidRPr="00F35C69" w:rsidRDefault="00D27DA8" w:rsidP="00D27DA8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D27DA8" w:rsidRPr="00C240D5" w14:paraId="17CF1796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46A5FCE5" w14:textId="77777777" w:rsidR="00D27DA8" w:rsidRPr="00C240D5" w:rsidRDefault="00D27DA8" w:rsidP="00D27DA8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8E3A858" w14:textId="77777777" w:rsidR="00D27DA8" w:rsidRDefault="00D27DA8" w:rsidP="00D27DA8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00BE18EE" w14:textId="77777777" w:rsidR="00D27DA8" w:rsidRPr="009F6C6A" w:rsidRDefault="00D27DA8" w:rsidP="00D27DA8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2A642339" wp14:editId="5EA81A0C">
                  <wp:extent cx="1099834" cy="771525"/>
                  <wp:effectExtent l="0" t="0" r="508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834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C8A703" w14:textId="77777777" w:rsidR="00D27DA8" w:rsidRDefault="00D27DA8" w:rsidP="00D27DA8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71FC1E1D" wp14:editId="701C43FB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4320" behindDoc="0" locked="0" layoutInCell="1" allowOverlap="1" wp14:anchorId="0768E15C" wp14:editId="5D9A2C8F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9" name="Picture 1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3296" behindDoc="0" locked="0" layoutInCell="1" allowOverlap="1" wp14:anchorId="7EAC553E" wp14:editId="344F2F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0" name="Picture 2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25.1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40DB"/>
    <w:rsid w:val="000A43CA"/>
    <w:rsid w:val="000A63AF"/>
    <w:rsid w:val="000E162B"/>
    <w:rsid w:val="00105331"/>
    <w:rsid w:val="00125C71"/>
    <w:rsid w:val="001826A9"/>
    <w:rsid w:val="0020147F"/>
    <w:rsid w:val="00213C21"/>
    <w:rsid w:val="00242309"/>
    <w:rsid w:val="00247FD4"/>
    <w:rsid w:val="002A3B06"/>
    <w:rsid w:val="002B14A3"/>
    <w:rsid w:val="002C5377"/>
    <w:rsid w:val="002D5D86"/>
    <w:rsid w:val="00333535"/>
    <w:rsid w:val="00344FB5"/>
    <w:rsid w:val="003F51D8"/>
    <w:rsid w:val="004008D8"/>
    <w:rsid w:val="00493EE3"/>
    <w:rsid w:val="004A26C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70003E"/>
    <w:rsid w:val="00705472"/>
    <w:rsid w:val="00734D85"/>
    <w:rsid w:val="007B4226"/>
    <w:rsid w:val="007E2C1A"/>
    <w:rsid w:val="0090117B"/>
    <w:rsid w:val="0090585D"/>
    <w:rsid w:val="00950AD6"/>
    <w:rsid w:val="0099142F"/>
    <w:rsid w:val="009A72D8"/>
    <w:rsid w:val="009F6C6A"/>
    <w:rsid w:val="00A5698F"/>
    <w:rsid w:val="00AD3C1A"/>
    <w:rsid w:val="00B40DC9"/>
    <w:rsid w:val="00BE7AC9"/>
    <w:rsid w:val="00BF0512"/>
    <w:rsid w:val="00C240D5"/>
    <w:rsid w:val="00C41860"/>
    <w:rsid w:val="00C55B29"/>
    <w:rsid w:val="00C6765F"/>
    <w:rsid w:val="00D253BC"/>
    <w:rsid w:val="00D27DA8"/>
    <w:rsid w:val="00D51195"/>
    <w:rsid w:val="00D723BE"/>
    <w:rsid w:val="00DB511B"/>
    <w:rsid w:val="00DC16B5"/>
    <w:rsid w:val="00DD6ED1"/>
    <w:rsid w:val="00DF5FFD"/>
    <w:rsid w:val="00E01F39"/>
    <w:rsid w:val="00E20822"/>
    <w:rsid w:val="00E54E19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cp:lastPrinted>2019-04-01T13:34:00Z</cp:lastPrinted>
  <dcterms:created xsi:type="dcterms:W3CDTF">2019-04-01T13:31:00Z</dcterms:created>
  <dcterms:modified xsi:type="dcterms:W3CDTF">2019-04-01T13:34:00Z</dcterms:modified>
</cp:coreProperties>
</file>